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FE9609E" w14:textId="77777777" w:rsidR="00E3643F" w:rsidRDefault="00E3643F"/>
    <w:p w14:paraId="472C6D4E" w14:textId="77777777" w:rsidR="00E3643F" w:rsidRDefault="00E3643F">
      <w:pPr>
        <w:rPr>
          <w:rFonts w:ascii="微软雅黑" w:eastAsia="微软雅黑" w:hAnsi="微软雅黑" w:hint="eastAsia"/>
          <w:color w:val="7F7F7F"/>
          <w:sz w:val="13"/>
        </w:rPr>
      </w:pPr>
    </w:p>
    <w:p w14:paraId="0E6A365C" w14:textId="77777777" w:rsidR="00E3643F" w:rsidRDefault="00E3643F">
      <w:pPr>
        <w:rPr>
          <w:rFonts w:ascii="微软雅黑" w:eastAsia="微软雅黑" w:hAnsi="微软雅黑" w:hint="eastAsia"/>
          <w:color w:val="7F7F7F"/>
          <w:sz w:val="13"/>
        </w:rPr>
      </w:pPr>
    </w:p>
    <w:p w14:paraId="1BB425EA" w14:textId="77777777" w:rsidR="00E3643F" w:rsidRDefault="00E3643F"/>
    <w:p w14:paraId="691F4837" w14:textId="77777777" w:rsidR="00E3643F" w:rsidRDefault="00E3643F"/>
    <w:p w14:paraId="70224762" w14:textId="77777777" w:rsidR="00E3643F" w:rsidRDefault="00E3643F"/>
    <w:p w14:paraId="6E197FE6" w14:textId="77777777" w:rsidR="00E31BE3" w:rsidRDefault="00E31BE3"/>
    <w:sectPr w:rsidR="00E31B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80" w:right="1800" w:bottom="1440" w:left="1800" w:header="851" w:footer="743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E0420" w14:textId="77777777" w:rsidR="005F7E15" w:rsidRDefault="005F7E15">
      <w:r>
        <w:separator/>
      </w:r>
    </w:p>
  </w:endnote>
  <w:endnote w:type="continuationSeparator" w:id="0">
    <w:p w14:paraId="2AAFEA76" w14:textId="77777777" w:rsidR="005F7E15" w:rsidRDefault="005F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99E4" w14:textId="77777777" w:rsidR="00504E5B" w:rsidRDefault="00504E5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25757" w14:textId="1DAC8020" w:rsidR="0040666B" w:rsidRDefault="00000000" w:rsidP="0040666B">
    <w:pPr>
      <w:pStyle w:val="a4"/>
      <w:jc w:val="center"/>
    </w:pPr>
    <w:r>
      <w:rPr>
        <w:rFonts w:ascii="微软雅黑" w:eastAsia="微软雅黑" w:hAnsi="微软雅黑" w:hint="eastAsia"/>
        <w:color w:val="7F7F7F"/>
        <w:sz w:val="13"/>
      </w:rPr>
      <w:t xml:space="preserve">  </w:t>
    </w:r>
    <w:r w:rsidR="0040666B">
      <w:rPr>
        <w:rFonts w:ascii="微软雅黑" w:eastAsia="微软雅黑" w:hAnsi="微软雅黑" w:hint="eastAsia"/>
        <w:color w:val="7F7F7F"/>
        <w:sz w:val="13"/>
      </w:rPr>
      <w:t>地址：</w:t>
    </w:r>
    <w:r w:rsidR="00504E5B" w:rsidRPr="00504E5B">
      <w:rPr>
        <w:rFonts w:ascii="微软雅黑" w:eastAsia="微软雅黑" w:hAnsi="微软雅黑"/>
        <w:color w:val="7F7F7F"/>
        <w:sz w:val="13"/>
      </w:rPr>
      <w:t>北京市朝阳区北辰西路8</w:t>
    </w:r>
    <w:r w:rsidR="00FD5C63">
      <w:rPr>
        <w:rFonts w:ascii="微软雅黑" w:eastAsia="微软雅黑" w:hAnsi="微软雅黑" w:hint="eastAsia"/>
        <w:color w:val="7F7F7F"/>
        <w:sz w:val="13"/>
      </w:rPr>
      <w:t>1</w:t>
    </w:r>
    <w:r w:rsidR="00504E5B" w:rsidRPr="00504E5B">
      <w:rPr>
        <w:rFonts w:ascii="微软雅黑" w:eastAsia="微软雅黑" w:hAnsi="微软雅黑"/>
        <w:color w:val="7F7F7F"/>
        <w:sz w:val="13"/>
      </w:rPr>
      <w:t>号</w:t>
    </w:r>
    <w:r w:rsidR="00FD5C63">
      <w:rPr>
        <w:rFonts w:ascii="微软雅黑" w:eastAsia="微软雅黑" w:hAnsi="微软雅黑" w:hint="eastAsia"/>
        <w:color w:val="7F7F7F"/>
        <w:sz w:val="13"/>
      </w:rPr>
      <w:t>院</w:t>
    </w:r>
    <w:r w:rsidR="00504E5B" w:rsidRPr="00504E5B">
      <w:rPr>
        <w:rFonts w:ascii="微软雅黑" w:eastAsia="微软雅黑" w:hAnsi="微软雅黑"/>
        <w:color w:val="7F7F7F"/>
        <w:sz w:val="13"/>
      </w:rPr>
      <w:t xml:space="preserve"> </w:t>
    </w:r>
    <w:r w:rsidR="00337292">
      <w:rPr>
        <w:rFonts w:ascii="微软雅黑" w:eastAsia="微软雅黑" w:hAnsi="微软雅黑" w:hint="eastAsia"/>
        <w:color w:val="7F7F7F"/>
        <w:sz w:val="13"/>
      </w:rPr>
      <w:t>邮政编码</w:t>
    </w:r>
    <w:r w:rsidR="00504E5B" w:rsidRPr="00504E5B">
      <w:rPr>
        <w:rFonts w:ascii="微软雅黑" w:eastAsia="微软雅黑" w:hAnsi="微软雅黑"/>
        <w:color w:val="7F7F7F"/>
        <w:sz w:val="13"/>
      </w:rPr>
      <w:t>：100029 邮政信箱</w:t>
    </w:r>
    <w:r w:rsidR="00337292">
      <w:rPr>
        <w:rFonts w:ascii="微软雅黑" w:eastAsia="微软雅黑" w:hAnsi="微软雅黑" w:hint="eastAsia"/>
        <w:color w:val="7F7F7F"/>
        <w:sz w:val="13"/>
      </w:rPr>
      <w:t>：</w:t>
    </w:r>
    <w:r w:rsidR="00504E5B" w:rsidRPr="00504E5B">
      <w:rPr>
        <w:rFonts w:ascii="微软雅黑" w:eastAsia="微软雅黑" w:hAnsi="微软雅黑"/>
        <w:color w:val="7F7F7F"/>
        <w:sz w:val="13"/>
      </w:rPr>
      <w:t>9804 号</w:t>
    </w:r>
  </w:p>
  <w:p w14:paraId="4913AE2F" w14:textId="77777777" w:rsidR="0040666B" w:rsidRPr="00B01B5A" w:rsidRDefault="00000000" w:rsidP="0040666B">
    <w:pPr>
      <w:pStyle w:val="a4"/>
      <w:jc w:val="center"/>
      <w:rPr>
        <w:color w:val="7F7F7F"/>
        <w:sz w:val="15"/>
      </w:rPr>
    </w:pPr>
    <w:r>
      <w:rPr>
        <w:noProof/>
        <w:color w:val="7F7F7F"/>
        <w:sz w:val="15"/>
      </w:rPr>
      <w:pict w14:anchorId="23B09A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449.9pt;margin-top:-43.45pt;width:34.85pt;height:34.4pt;z-index:1">
          <v:imagedata r:id="rId1" o:title="4"/>
        </v:shape>
      </w:pict>
    </w:r>
    <w:r w:rsidR="0040666B" w:rsidRPr="00B01B5A">
      <w:rPr>
        <w:noProof/>
        <w:color w:val="7F7F7F"/>
        <w:sz w:val="15"/>
      </w:rPr>
      <w:t>Add</w:t>
    </w:r>
    <w:r w:rsidR="0040666B" w:rsidRPr="00B01B5A">
      <w:rPr>
        <w:rFonts w:hint="eastAsia"/>
        <w:noProof/>
        <w:color w:val="7F7F7F"/>
        <w:sz w:val="15"/>
      </w:rPr>
      <w:t>:</w:t>
    </w:r>
    <w:r w:rsidR="0040666B">
      <w:rPr>
        <w:rFonts w:hint="eastAsia"/>
        <w:noProof/>
        <w:color w:val="7F7F7F"/>
        <w:sz w:val="15"/>
      </w:rPr>
      <w:t xml:space="preserve"> </w:t>
    </w:r>
    <w:r w:rsidR="0040666B" w:rsidRPr="00671DF0">
      <w:rPr>
        <w:noProof/>
        <w:color w:val="7F7F7F"/>
        <w:sz w:val="15"/>
      </w:rPr>
      <w:t>No. 81 Beichen West Road, Chaoyang District, P. O. Box 9804, Beijing 100029, P. R. China</w:t>
    </w:r>
  </w:p>
  <w:p w14:paraId="03276680" w14:textId="472D75C1" w:rsidR="00E3643F" w:rsidRPr="0040666B" w:rsidRDefault="00E3643F" w:rsidP="0040666B">
    <w:pPr>
      <w:pStyle w:val="a4"/>
      <w:jc w:val="center"/>
      <w:rPr>
        <w:color w:val="7F7F7F"/>
        <w:sz w:val="13"/>
        <w:szCs w:val="13"/>
      </w:rPr>
    </w:pPr>
  </w:p>
  <w:p w14:paraId="1993DEBF" w14:textId="77777777" w:rsidR="00E3643F" w:rsidRDefault="00E3643F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4AB6C" w14:textId="77777777" w:rsidR="00504E5B" w:rsidRDefault="00504E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2F212" w14:textId="77777777" w:rsidR="005F7E15" w:rsidRDefault="005F7E15">
      <w:r>
        <w:separator/>
      </w:r>
    </w:p>
  </w:footnote>
  <w:footnote w:type="continuationSeparator" w:id="0">
    <w:p w14:paraId="7C12972B" w14:textId="77777777" w:rsidR="005F7E15" w:rsidRDefault="005F7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EBA9F" w14:textId="77777777" w:rsidR="00504E5B" w:rsidRDefault="00504E5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30CCD" w14:textId="6E04C058" w:rsidR="00E3643F" w:rsidRDefault="00504E5B">
    <w:pPr>
      <w:pStyle w:val="a5"/>
    </w:pPr>
    <w:r>
      <w:rPr>
        <w:noProof/>
      </w:rPr>
      <w:pict w14:anchorId="6706F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left:0;text-align:left;margin-left:-73.5pt;margin-top:.95pt;width:318pt;height:45.2pt;z-index:3;mso-position-horizontal-relative:text;mso-position-vertical-relative:text;mso-width-relative:page;mso-height-relative:page">
          <v:imagedata r:id="rId1" o:title="ti7"/>
        </v:shape>
      </w:pict>
    </w:r>
    <w:r w:rsidR="00000000">
      <w:rPr>
        <w:noProof/>
      </w:rPr>
      <w:pict w14:anchorId="34FA3300">
        <v:shape id="_x0000_s1027" type="#_x0000_t75" style="position:absolute;left:0;text-align:left;margin-left:-90pt;margin-top:-13.3pt;width:595.85pt;height:76.5pt;z-index:-2;mso-position-horizontal-relative:text;mso-position-vertical-relative:text;mso-width-relative:page;mso-height-relative:page">
          <v:imagedata r:id="rId2" o:title="ba"/>
          <w10:wrap type="square"/>
        </v:shape>
      </w:pict>
    </w:r>
    <w:r w:rsidR="0040666B">
      <w:rPr>
        <w:rFonts w:ascii="微软雅黑" w:eastAsia="微软雅黑" w:hAnsi="微软雅黑" w:hint="eastAsia"/>
        <w:color w:val="7F7F7F"/>
        <w:sz w:val="13"/>
      </w:rP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E4C39" w14:textId="77777777" w:rsidR="00504E5B" w:rsidRDefault="00504E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30349A"/>
    <w:rsid w:val="00337292"/>
    <w:rsid w:val="003630BA"/>
    <w:rsid w:val="0040666B"/>
    <w:rsid w:val="00504E5B"/>
    <w:rsid w:val="005F7E15"/>
    <w:rsid w:val="00606A01"/>
    <w:rsid w:val="00703E96"/>
    <w:rsid w:val="007C782B"/>
    <w:rsid w:val="009042EF"/>
    <w:rsid w:val="00A56454"/>
    <w:rsid w:val="00B7791D"/>
    <w:rsid w:val="00E31BE3"/>
    <w:rsid w:val="00E3643F"/>
    <w:rsid w:val="00FD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5165B3"/>
  <w15:chartTrackingRefBased/>
  <w15:docId w15:val="{02918D08-E2B0-4AEE-B968-4D9BCE2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032;&#20840;&#37325;\&#20449;&#32440;\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17</TotalTime>
  <Pages>1</Pages>
  <Words>1</Words>
  <Characters>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/>
  <LinksUpToDate>false</LinksUpToDate>
  <CharactersWithSpaces>6</CharactersWithSpaces>
  <SharedDoc>false</SharedDoc>
  <HLinks>
    <vt:vector size="6" baseType="variant">
      <vt:variant>
        <vt:i4>3473527</vt:i4>
      </vt:variant>
      <vt:variant>
        <vt:i4>0</vt:i4>
      </vt:variant>
      <vt:variant>
        <vt:i4>0</vt:i4>
      </vt:variant>
      <vt:variant>
        <vt:i4>5</vt:i4>
      </vt:variant>
      <vt:variant>
        <vt:lpwstr>http://www.lasg.ac.cn/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kangjun chen</dc:creator>
  <cp:keywords/>
  <dc:description/>
  <cp:lastModifiedBy>kangjun chen</cp:lastModifiedBy>
  <cp:revision>7</cp:revision>
  <cp:lastPrinted>1899-12-31T16:00:00Z</cp:lastPrinted>
  <dcterms:created xsi:type="dcterms:W3CDTF">2025-02-17T08:41:00Z</dcterms:created>
  <dcterms:modified xsi:type="dcterms:W3CDTF">2025-03-21T03:10:00Z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